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0C65DD">
        <w:rPr>
          <w:rFonts w:ascii="Arial" w:hAnsi="Arial" w:cs="Arial"/>
          <w:b/>
          <w:caps/>
          <w:sz w:val="28"/>
          <w:szCs w:val="28"/>
        </w:rPr>
        <w:t>79</w:t>
      </w:r>
      <w:r w:rsidR="00616E2F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4E22B1" w:rsidRDefault="00616E2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E2F">
              <w:rPr>
                <w:rFonts w:ascii="Arial" w:hAnsi="Arial" w:cs="Arial"/>
                <w:sz w:val="20"/>
                <w:szCs w:val="20"/>
              </w:rPr>
              <w:t>Solicita a manutenção das vias públicas pertencentes ao Bairro Veraneio Ijal.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01FB3" w:rsidRDefault="00A01FB3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0C65DD" w:rsidRPr="000C65DD">
        <w:rPr>
          <w:rFonts w:ascii="Arial" w:hAnsi="Arial" w:cs="Arial"/>
        </w:rPr>
        <w:t xml:space="preserve">a </w:t>
      </w:r>
      <w:r w:rsidR="00616E2F" w:rsidRPr="00616E2F">
        <w:rPr>
          <w:rFonts w:ascii="Arial" w:hAnsi="Arial" w:cs="Arial"/>
        </w:rPr>
        <w:t>manutenção das vias públicas pertencentes ao Bairro Veraneio Ijal.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E22B1">
        <w:rPr>
          <w:rFonts w:ascii="Arial" w:hAnsi="Arial" w:cs="Arial"/>
        </w:rPr>
        <w:t>28</w:t>
      </w:r>
      <w:r w:rsidR="00695F4E">
        <w:rPr>
          <w:rFonts w:ascii="Arial" w:hAnsi="Arial" w:cs="Arial"/>
        </w:rPr>
        <w:t xml:space="preserve"> de </w:t>
      </w:r>
      <w:r w:rsidR="004E22B1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E22B1" w:rsidRPr="00A34F2C" w:rsidRDefault="004E22B1" w:rsidP="004E22B1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E22B1" w:rsidRDefault="004E22B1" w:rsidP="004E22B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4E22B1" w:rsidRPr="00A34F2C" w:rsidRDefault="004E22B1" w:rsidP="004E22B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C4C" w:rsidRDefault="00E21C4C">
      <w:r>
        <w:separator/>
      </w:r>
    </w:p>
  </w:endnote>
  <w:endnote w:type="continuationSeparator" w:id="0">
    <w:p w:rsidR="00E21C4C" w:rsidRDefault="00E21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C4C" w:rsidRDefault="00E21C4C">
      <w:r>
        <w:separator/>
      </w:r>
    </w:p>
  </w:footnote>
  <w:footnote w:type="continuationSeparator" w:id="0">
    <w:p w:rsidR="00E21C4C" w:rsidRDefault="00E21C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6E2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6E2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A55F3"/>
    <w:rsid w:val="000C65DD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22B1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16E2F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B76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C5CE8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01FB3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1C4C"/>
    <w:rsid w:val="00E3022D"/>
    <w:rsid w:val="00E44090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95393-C573-4D8F-BE94-5FCB4BD3B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83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2018-03-27T15:39:00Z</cp:lastPrinted>
  <dcterms:created xsi:type="dcterms:W3CDTF">2018-03-27T15:39:00Z</dcterms:created>
  <dcterms:modified xsi:type="dcterms:W3CDTF">2018-03-27T15:41:00Z</dcterms:modified>
</cp:coreProperties>
</file>